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EndPr>
        <w:rPr>
          <w:rStyle w:val="Nzevakce"/>
        </w:rPr>
      </w:sdtEndPr>
      <w:sdtContent>
        <w:p w:rsidR="00826B7B" w:rsidRPr="003262BE" w:rsidRDefault="009E37B6" w:rsidP="003262BE">
          <w:pPr>
            <w:pStyle w:val="Tituldatum"/>
            <w:rPr>
              <w:rStyle w:val="Nzevakce"/>
            </w:rPr>
          </w:pPr>
          <w:r w:rsidRPr="009E37B6">
            <w:rPr>
              <w:rStyle w:val="Nzevakce"/>
            </w:rPr>
            <w:t xml:space="preserve">Doplnění závor na přejezdu P5439 v km 9,335 trati Jaroměř - Trutnov </w:t>
          </w:r>
          <w:proofErr w:type="gramStart"/>
          <w:r w:rsidRPr="009E37B6">
            <w:rPr>
              <w:rStyle w:val="Nzevakce"/>
            </w:rPr>
            <w:t>hl.n.</w:t>
          </w:r>
          <w:proofErr w:type="gramEnd"/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9E37B6">
        <w:t>22.4.2020</w:t>
      </w:r>
      <w:proofErr w:type="gramEnd"/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8B4EAD" w:rsidRDefault="008B4EAD">
      <w:pPr>
        <w:rPr>
          <w:rFonts w:asciiTheme="majorHAnsi" w:hAnsiTheme="majorHAnsi"/>
          <w:b/>
          <w:caps/>
          <w:sz w:val="22"/>
        </w:rPr>
      </w:pPr>
    </w:p>
    <w:p w:rsidR="008B4EAD" w:rsidRDefault="008B4EAD">
      <w:pPr>
        <w:rPr>
          <w:rFonts w:asciiTheme="majorHAnsi" w:hAnsiTheme="majorHAnsi"/>
          <w:b/>
          <w:caps/>
          <w:sz w:val="22"/>
        </w:rPr>
      </w:pPr>
    </w:p>
    <w:p w:rsidR="008B4EAD" w:rsidRDefault="008B4EAD">
      <w:pPr>
        <w:rPr>
          <w:rFonts w:asciiTheme="majorHAnsi" w:hAnsiTheme="majorHAnsi"/>
          <w:b/>
          <w:caps/>
          <w:sz w:val="22"/>
        </w:rPr>
      </w:pP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</w:p>
    <w:p w:rsidR="009148B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009915" w:history="1">
        <w:r w:rsidR="009148B3" w:rsidRPr="00C040FA">
          <w:rPr>
            <w:rStyle w:val="Hypertextovodkaz"/>
          </w:rPr>
          <w:t>SEZNAM ZKRATEK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_Toc38009915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2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8B4EA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16" w:history="1">
        <w:r w:rsidR="009148B3" w:rsidRPr="00C040FA">
          <w:rPr>
            <w:rStyle w:val="Hypertextovodkaz"/>
          </w:rPr>
          <w:t>1.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POJMY A DEFINICE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_Toc38009916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8B4EA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009917" w:history="1">
        <w:r w:rsidR="009148B3" w:rsidRPr="00C040FA">
          <w:rPr>
            <w:rStyle w:val="Hypertextovodkaz"/>
            <w:rFonts w:asciiTheme="majorHAnsi" w:hAnsiTheme="majorHAnsi"/>
          </w:rPr>
          <w:t>1.2</w:t>
        </w:r>
        <w:r w:rsidR="009148B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Soupis prací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_Toc38009917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8B4EA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009918" w:history="1">
        <w:r w:rsidR="009148B3" w:rsidRPr="00C040FA">
          <w:rPr>
            <w:rStyle w:val="Hypertextovodkaz"/>
            <w:rFonts w:asciiTheme="majorHAnsi" w:hAnsiTheme="majorHAnsi"/>
          </w:rPr>
          <w:t>1.3</w:t>
        </w:r>
        <w:r w:rsidR="009148B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Cenová soustava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_Toc38009918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8B4EA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009919" w:history="1">
        <w:r w:rsidR="009148B3" w:rsidRPr="00C040FA">
          <w:rPr>
            <w:rStyle w:val="Hypertextovodkaz"/>
            <w:rFonts w:asciiTheme="majorHAnsi" w:hAnsiTheme="majorHAnsi"/>
          </w:rPr>
          <w:t>1.4</w:t>
        </w:r>
        <w:r w:rsidR="009148B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Měrné jednotky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_Toc38009919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8B4EA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20" w:history="1">
        <w:r w:rsidR="009148B3" w:rsidRPr="00C040FA">
          <w:rPr>
            <w:rStyle w:val="Hypertextovodkaz"/>
          </w:rPr>
          <w:t>2.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ZÁKLADNÍ PRAVIDLA PRO OCEŇOVÁNÍ SOUPISU PRACÍ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_Toc38009920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8B4EA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21" w:history="1">
        <w:r w:rsidR="009148B3" w:rsidRPr="00C040FA">
          <w:rPr>
            <w:rStyle w:val="Hypertextovodkaz"/>
          </w:rPr>
          <w:t>3.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MĚŘENÍ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_Toc38009921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6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8B4EA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22" w:history="1">
        <w:r w:rsidR="009148B3" w:rsidRPr="00C040FA">
          <w:rPr>
            <w:rStyle w:val="Hypertextovodkaz"/>
          </w:rPr>
          <w:t>4.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SROVNATELNÉ VÝROBKY, ALTERNATIVY MATERIÁLŮ A PROVEDENÍ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_Toc38009922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6</w:t>
        </w:r>
        <w:r w:rsidR="009148B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38009915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00991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3800991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3800991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3800991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3800992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1" w:name="_Toc38009921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3800992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4E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4E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B4EAD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B4EAD">
            <w:rPr>
              <w:b/>
              <w:bCs/>
              <w:noProof/>
            </w:rPr>
            <w:t xml:space="preserve">Doplnění závor na přejezdu P5439 v km 9,335 </w:t>
          </w:r>
          <w:r>
            <w:rPr>
              <w:noProof/>
            </w:rPr>
            <w:t>trati Jaroměř - Trutnov hl.n.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B4EAD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P5439 v km 9,335 trati Jaroměř - Trutnov hl.n.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4EA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4E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B4EAD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36091"/>
    <w:rsid w:val="00940D8A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B887E4-EEE2-4B3D-ADDD-1DECEA6F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0</TotalTime>
  <Pages>6</Pages>
  <Words>1816</Words>
  <Characters>10721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Holá Magdaléna, Ing.</cp:lastModifiedBy>
  <cp:revision>3</cp:revision>
  <cp:lastPrinted>2019-03-13T10:28:00Z</cp:lastPrinted>
  <dcterms:created xsi:type="dcterms:W3CDTF">2020-04-22T08:14:00Z</dcterms:created>
  <dcterms:modified xsi:type="dcterms:W3CDTF">2020-05-15T07:33:00Z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